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A1BE0" w14:textId="77777777" w:rsidR="006E5D65" w:rsidRPr="009A27B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A27B8">
        <w:rPr>
          <w:rFonts w:ascii="Corbel" w:hAnsi="Corbel"/>
          <w:bCs/>
          <w:i/>
        </w:rPr>
        <w:t xml:space="preserve">Załącznik nr </w:t>
      </w:r>
      <w:r w:rsidR="006F31E2" w:rsidRPr="009A27B8">
        <w:rPr>
          <w:rFonts w:ascii="Corbel" w:hAnsi="Corbel"/>
          <w:bCs/>
          <w:i/>
        </w:rPr>
        <w:t>1.5</w:t>
      </w:r>
      <w:r w:rsidR="00D8678B" w:rsidRPr="009A27B8">
        <w:rPr>
          <w:rFonts w:ascii="Corbel" w:hAnsi="Corbel"/>
          <w:bCs/>
          <w:i/>
        </w:rPr>
        <w:t xml:space="preserve"> do Zarządzenia</w:t>
      </w:r>
      <w:r w:rsidR="002A22BF" w:rsidRPr="009A27B8">
        <w:rPr>
          <w:rFonts w:ascii="Corbel" w:hAnsi="Corbel"/>
          <w:bCs/>
          <w:i/>
        </w:rPr>
        <w:t xml:space="preserve"> Rektora UR </w:t>
      </w:r>
      <w:r w:rsidRPr="009A27B8">
        <w:rPr>
          <w:rFonts w:ascii="Corbel" w:hAnsi="Corbel"/>
          <w:bCs/>
          <w:i/>
        </w:rPr>
        <w:t xml:space="preserve"> nr </w:t>
      </w:r>
      <w:r w:rsidR="00F17567" w:rsidRPr="009A27B8">
        <w:rPr>
          <w:rFonts w:ascii="Corbel" w:hAnsi="Corbel"/>
          <w:bCs/>
          <w:i/>
        </w:rPr>
        <w:t>12/2019</w:t>
      </w: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2170B4F5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A27B8">
        <w:rPr>
          <w:rFonts w:ascii="Corbel" w:hAnsi="Corbel"/>
          <w:b/>
          <w:smallCaps/>
          <w:sz w:val="24"/>
          <w:szCs w:val="24"/>
        </w:rPr>
        <w:t>202</w:t>
      </w:r>
      <w:r w:rsidR="00CB1BC6">
        <w:rPr>
          <w:rFonts w:ascii="Corbel" w:hAnsi="Corbel"/>
          <w:b/>
          <w:smallCaps/>
          <w:sz w:val="24"/>
          <w:szCs w:val="24"/>
        </w:rPr>
        <w:t>1</w:t>
      </w:r>
      <w:r w:rsidR="00DC6D0C" w:rsidRPr="009A27B8">
        <w:rPr>
          <w:rFonts w:ascii="Corbel" w:hAnsi="Corbel"/>
          <w:b/>
          <w:smallCaps/>
          <w:sz w:val="24"/>
          <w:szCs w:val="24"/>
        </w:rPr>
        <w:t>-202</w:t>
      </w:r>
      <w:r w:rsidR="00CB1BC6">
        <w:rPr>
          <w:rFonts w:ascii="Corbel" w:hAnsi="Corbel"/>
          <w:b/>
          <w:smallCaps/>
          <w:sz w:val="24"/>
          <w:szCs w:val="24"/>
        </w:rPr>
        <w:t>3</w:t>
      </w:r>
    </w:p>
    <w:p w14:paraId="5A98231C" w14:textId="56D19E79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</w:t>
      </w:r>
      <w:r w:rsidR="00CB1BC6">
        <w:rPr>
          <w:rFonts w:ascii="Corbel" w:hAnsi="Corbel"/>
          <w:sz w:val="20"/>
          <w:szCs w:val="20"/>
        </w:rPr>
        <w:t>1</w:t>
      </w:r>
      <w:r w:rsidRPr="009A27B8">
        <w:rPr>
          <w:rFonts w:ascii="Corbel" w:hAnsi="Corbel"/>
          <w:sz w:val="20"/>
          <w:szCs w:val="20"/>
        </w:rPr>
        <w:t>/202</w:t>
      </w:r>
      <w:r w:rsidR="00CB1BC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77777777" w:rsidR="0085747A" w:rsidRPr="009A27B8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31F153D8" w14:textId="77777777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Pr="009A27B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A27B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Wykł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Konw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Sem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Prakt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9A27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A27B8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przedmiotu </w:t>
      </w:r>
      <w:r w:rsidRPr="009A27B8">
        <w:rPr>
          <w:rFonts w:ascii="Corbel" w:hAnsi="Corbel"/>
          <w:smallCaps w:val="0"/>
          <w:szCs w:val="24"/>
        </w:rPr>
        <w:t xml:space="preserve"> (z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>cele, efekty uczenia się</w:t>
      </w:r>
      <w:r w:rsidR="0085747A" w:rsidRPr="009A27B8">
        <w:rPr>
          <w:rFonts w:ascii="Corbel" w:hAnsi="Corbel"/>
          <w:szCs w:val="24"/>
        </w:rPr>
        <w:t xml:space="preserve"> ,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224210AF">
        <w:tc>
          <w:tcPr>
            <w:tcW w:w="1701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A27B8" w14:paraId="00C0CA68" w14:textId="77777777" w:rsidTr="224210AF">
        <w:tc>
          <w:tcPr>
            <w:tcW w:w="1701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32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224210AF">
        <w:tc>
          <w:tcPr>
            <w:tcW w:w="1701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32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</w:tc>
      </w:tr>
      <w:tr w:rsidR="00243D5B" w:rsidRPr="009A27B8" w14:paraId="4C8CFFBD" w14:textId="77777777" w:rsidTr="224210AF">
        <w:tc>
          <w:tcPr>
            <w:tcW w:w="1701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4DCAF17A" w14:textId="77777777" w:rsidR="00243D5B" w:rsidRPr="009A27B8" w:rsidRDefault="00243D5B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32" w:type="dxa"/>
          </w:tcPr>
          <w:p w14:paraId="7D9EB4DA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243D5B" w:rsidRPr="009A27B8" w14:paraId="2DB8B742" w14:textId="77777777" w:rsidTr="224210AF">
        <w:tc>
          <w:tcPr>
            <w:tcW w:w="1701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08973E8E" w14:textId="77777777" w:rsidR="00243D5B" w:rsidRPr="009A27B8" w:rsidRDefault="00243D5B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32" w:type="dxa"/>
          </w:tcPr>
          <w:p w14:paraId="2D4791FF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</w:t>
            </w:r>
            <w:proofErr w:type="spellStart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Statistica</w:t>
            </w:r>
            <w:proofErr w:type="spellEnd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9A27B8">
        <w:rPr>
          <w:rFonts w:ascii="Corbel" w:hAnsi="Corbel"/>
          <w:sz w:val="23"/>
          <w:szCs w:val="23"/>
        </w:rPr>
        <w:t>Teams</w:t>
      </w:r>
      <w:proofErr w:type="spellEnd"/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>realizowane z wykorzystaniem platformy MS Teams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78A4A1B3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27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27B8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W.F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., Marks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S.G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L.M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B.T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532DE" w14:textId="77777777" w:rsidR="0051010C" w:rsidRDefault="0051010C" w:rsidP="00C16ABF">
      <w:pPr>
        <w:spacing w:after="0" w:line="240" w:lineRule="auto"/>
      </w:pPr>
      <w:r>
        <w:separator/>
      </w:r>
    </w:p>
  </w:endnote>
  <w:endnote w:type="continuationSeparator" w:id="0">
    <w:p w14:paraId="21D8CBD8" w14:textId="77777777" w:rsidR="0051010C" w:rsidRDefault="005101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1D754" w14:textId="77777777" w:rsidR="0051010C" w:rsidRDefault="0051010C" w:rsidP="00C16ABF">
      <w:pPr>
        <w:spacing w:after="0" w:line="240" w:lineRule="auto"/>
      </w:pPr>
      <w:r>
        <w:separator/>
      </w:r>
    </w:p>
  </w:footnote>
  <w:footnote w:type="continuationSeparator" w:id="0">
    <w:p w14:paraId="5826025B" w14:textId="77777777" w:rsidR="0051010C" w:rsidRDefault="0051010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0C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BC6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526AF"/>
    <w:rsid w:val="00F617C3"/>
    <w:rsid w:val="00F7066B"/>
    <w:rsid w:val="00F83B28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89CCCD-3175-47E2-8899-8D01B8E4A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902EFA-8090-4BF8-A0E5-B22E0BFC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970</Words>
  <Characters>5822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2020-11-23T06:57:00Z</dcterms:created>
  <dcterms:modified xsi:type="dcterms:W3CDTF">2021-09-03T12:27:00Z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